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6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90"/>
        <w:gridCol w:w="403"/>
        <w:gridCol w:w="307"/>
        <w:gridCol w:w="308"/>
        <w:gridCol w:w="1322"/>
        <w:gridCol w:w="403"/>
        <w:gridCol w:w="1323"/>
      </w:tblGrid>
      <w:tr w:rsidR="00F950F9" w:rsidRPr="005D7044" w:rsidTr="00673B76">
        <w:trPr>
          <w:trHeight w:val="1538"/>
        </w:trPr>
        <w:tc>
          <w:tcPr>
            <w:tcW w:w="1005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Приложение 11</w:t>
            </w:r>
          </w:p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к решению Совета депутатов Булгаковского</w:t>
            </w:r>
          </w:p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сельского поселения Духовщинского района</w:t>
            </w:r>
          </w:p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Смоленской области</w:t>
            </w:r>
          </w:p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от 2023 №23</w:t>
            </w:r>
          </w:p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F950F9" w:rsidRPr="005D7044" w:rsidRDefault="00F950F9" w:rsidP="002B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Ведомственная структура расходов бюджета муниципального образования Булгаковского сельского поселения Духовщинского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2024 год</w:t>
            </w:r>
          </w:p>
          <w:p w:rsidR="00F950F9" w:rsidRPr="005D7044" w:rsidRDefault="00F950F9" w:rsidP="002B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950F9" w:rsidRPr="005D7044" w:rsidTr="00875139">
        <w:trPr>
          <w:trHeight w:val="293"/>
        </w:trPr>
        <w:tc>
          <w:tcPr>
            <w:tcW w:w="1005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F950F9" w:rsidRPr="005D7044" w:rsidTr="00673B76">
        <w:trPr>
          <w:trHeight w:val="24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7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Бюджетная классификация расходов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F950F9" w:rsidRPr="005D7044" w:rsidTr="00673B76">
        <w:trPr>
          <w:trHeight w:val="4623"/>
        </w:trPr>
        <w:tc>
          <w:tcPr>
            <w:tcW w:w="59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Код главного распорядителя средств бюджета (прямого получателя)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7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</w:tr>
      <w:tr w:rsidR="00F950F9" w:rsidRPr="005D7044" w:rsidTr="00673B76">
        <w:trPr>
          <w:trHeight w:val="24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F950F9" w:rsidRPr="005D7044" w:rsidTr="00673B76">
        <w:trPr>
          <w:trHeight w:val="76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БУЛГАКОВСКОГО СЕЛЬСКОГО ПОСЕЛЕНИЯ ДУХОВЩИНСКОГО РАЙОНА СМОЛЕНСКОЙ ОБЛАСТИ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048 3</w:t>
            </w: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94,00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5 686 000,00</w:t>
            </w:r>
          </w:p>
        </w:tc>
      </w:tr>
      <w:tr w:rsidR="00F950F9" w:rsidRPr="005D7044" w:rsidTr="00673B76">
        <w:trPr>
          <w:trHeight w:val="914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50F9" w:rsidRPr="005D7044" w:rsidTr="00673B76">
        <w:trPr>
          <w:trHeight w:val="79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>Обеспечение  деятельности высшего должностного лица  муниципального 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Глава муниципального образования Булгаковского сельского поселения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50F9" w:rsidRPr="005D7044" w:rsidTr="00673B76">
        <w:trPr>
          <w:trHeight w:val="90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950F9" w:rsidRPr="005D7044" w:rsidTr="00673B76">
        <w:trPr>
          <w:trHeight w:val="1219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50F9" w:rsidRPr="005D7044" w:rsidTr="00673B76">
        <w:trPr>
          <w:trHeight w:val="738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Обеспечение деятельности депутатов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71 0 03 00000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50F9" w:rsidRPr="005D7044" w:rsidTr="00673B76">
        <w:trPr>
          <w:trHeight w:val="993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950F9" w:rsidRPr="005D7044" w:rsidTr="00673B76">
        <w:trPr>
          <w:trHeight w:val="107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F950F9" w:rsidRPr="005D7044" w:rsidTr="00673B76">
        <w:trPr>
          <w:trHeight w:val="813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"Содержание органов местного самоуправления"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F950F9" w:rsidRPr="005D7044" w:rsidTr="00673B76">
        <w:trPr>
          <w:trHeight w:val="903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50F9" w:rsidRPr="005D7044" w:rsidTr="00673B76">
        <w:trPr>
          <w:trHeight w:val="937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Межбюджетные трансферты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F950F9" w:rsidRPr="005D7044" w:rsidTr="00673B76">
        <w:trPr>
          <w:trHeight w:val="87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950F9" w:rsidRPr="005D7044" w:rsidTr="00673B76">
        <w:trPr>
          <w:trHeight w:val="87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Резервный фонд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82 0 01 00000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50F9" w:rsidRPr="005D7044" w:rsidTr="00673B76">
        <w:trPr>
          <w:trHeight w:val="87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16 500,00</w:t>
            </w:r>
          </w:p>
        </w:tc>
      </w:tr>
      <w:tr w:rsidR="00F950F9" w:rsidRPr="005D7044" w:rsidTr="00673B76">
        <w:trPr>
          <w:trHeight w:val="774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F950F9" w:rsidRPr="005D7044" w:rsidTr="00673B76">
        <w:trPr>
          <w:trHeight w:val="40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"Обеспечение мероприятий по другим общегосударственным вопросам"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Расходы по обеспечению мероприятий по другим общегосударственным вопросам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Межбюджетные трансферты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50F9" w:rsidRPr="005D7044" w:rsidTr="00673B76">
        <w:trPr>
          <w:trHeight w:val="87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50F9" w:rsidRPr="005D7044" w:rsidTr="00673B76">
        <w:trPr>
          <w:trHeight w:val="438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Субвенция на осуществление первичного воинского учета на территориях. где отсутствуют военные комиссариаты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50F9" w:rsidRPr="005D7044" w:rsidTr="00673B76">
        <w:trPr>
          <w:trHeight w:val="87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 xml:space="preserve"> Осуществление первичного воинского учета на территории Булгаковского сельского поселениях , где отсутствуют военные комиссариаты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950F9" w:rsidRPr="005D7044" w:rsidTr="00673B76">
        <w:trPr>
          <w:trHeight w:val="93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8 689 594,00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8 689 594,00</w:t>
            </w:r>
          </w:p>
        </w:tc>
      </w:tr>
      <w:tr w:rsidR="00F950F9" w:rsidRPr="005D7044" w:rsidTr="00673B76">
        <w:trPr>
          <w:trHeight w:val="51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"Ремонт улично-дорожной сети Булгаковского сельского поселения" 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8 689 594,00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Ведомственный проект "Развитие сетей автомобильных дорог общего пользования"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22 3 01 00000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F950F9" w:rsidRPr="005D7044" w:rsidTr="00673B76">
        <w:trPr>
          <w:trHeight w:val="87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"Содержание и ремонт улично- дорожной сети"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Мероприятия по ремонту и содержанию улично- дорожной сети в Булгаковском сельском поселении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F950F9" w:rsidRPr="005D7044" w:rsidTr="00673B76">
        <w:trPr>
          <w:trHeight w:val="35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3 312 800,00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50F9" w:rsidRPr="005D7044" w:rsidTr="00673B76">
        <w:trPr>
          <w:trHeight w:val="818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"Содержание жилищного хозяйства"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21 4 03 00000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50F9" w:rsidRPr="005D7044" w:rsidTr="00673B76">
        <w:trPr>
          <w:trHeight w:val="247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Обеспечение мероприятий в области жилищного хозяйства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2 362 100,00</w:t>
            </w:r>
          </w:p>
        </w:tc>
      </w:tr>
      <w:tr w:rsidR="00F950F9" w:rsidRPr="005D7044" w:rsidTr="00673B76">
        <w:trPr>
          <w:trHeight w:val="83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2 362 100,00</w:t>
            </w:r>
          </w:p>
        </w:tc>
      </w:tr>
      <w:tr w:rsidR="00F950F9" w:rsidRPr="005D7044" w:rsidTr="00673B76">
        <w:trPr>
          <w:trHeight w:val="87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Ведомственный проект "Модернизация объектов жилищно-коммунального хозяйства населения Смоленской области"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Капитальный ремонт объектов водоснабжения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"Содержание коммунального хозяйства"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21 4 04 00000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Обеспечение мероприятий в области коммунального хозяйства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F950F9" w:rsidRPr="005D7044" w:rsidTr="00673B76">
        <w:trPr>
          <w:trHeight w:val="1229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"Ремонт и благоустройство воинских захоронений и памятников Великой отечественной войны на территории Булгаковского сельского поселения Духовщинского района Смоленской области"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F950F9" w:rsidRPr="005D7044" w:rsidTr="00673B76">
        <w:trPr>
          <w:trHeight w:val="581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"Гражданско-патриотическое воспитание"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Ремонт и восстановление воинских захоронений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F950F9" w:rsidRPr="005D7044" w:rsidTr="00673B76">
        <w:trPr>
          <w:trHeight w:val="49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F950F9" w:rsidRPr="005D7044" w:rsidTr="00673B76">
        <w:trPr>
          <w:trHeight w:val="30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F950F9" w:rsidRPr="005D7044" w:rsidTr="00673B76">
        <w:trPr>
          <w:trHeight w:val="93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F950F9" w:rsidRPr="005D7044" w:rsidTr="00673B76">
        <w:trPr>
          <w:trHeight w:val="54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21 4 06 00000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F950F9" w:rsidRPr="005D7044" w:rsidTr="00673B76">
        <w:trPr>
          <w:trHeight w:val="999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044">
              <w:rPr>
                <w:rFonts w:ascii="Times New Roman" w:hAnsi="Times New Roman"/>
                <w:color w:val="000000"/>
              </w:rPr>
              <w:t>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Булгаковском сельском поселении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F950F9" w:rsidRPr="005D7044" w:rsidTr="00673B76">
        <w:trPr>
          <w:trHeight w:val="290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F950F9" w:rsidRPr="005D7044" w:rsidTr="00673B76">
        <w:trPr>
          <w:trHeight w:val="252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F950F9" w:rsidRPr="005D7044" w:rsidTr="00673B76">
        <w:trPr>
          <w:trHeight w:val="245"/>
        </w:trPr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950F9" w:rsidRPr="005D7044" w:rsidRDefault="00F950F9" w:rsidP="00673B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048 3</w:t>
            </w:r>
            <w:r w:rsidRPr="005D70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94,00</w:t>
            </w:r>
          </w:p>
        </w:tc>
      </w:tr>
    </w:tbl>
    <w:p w:rsidR="00F950F9" w:rsidRDefault="00F950F9"/>
    <w:sectPr w:rsidR="00F950F9" w:rsidSect="00673B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B76"/>
    <w:rsid w:val="00137156"/>
    <w:rsid w:val="00255F59"/>
    <w:rsid w:val="002B0D13"/>
    <w:rsid w:val="005D7044"/>
    <w:rsid w:val="005F2249"/>
    <w:rsid w:val="00607DFB"/>
    <w:rsid w:val="00673B76"/>
    <w:rsid w:val="008170C6"/>
    <w:rsid w:val="00875139"/>
    <w:rsid w:val="00E75CA4"/>
    <w:rsid w:val="00F95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0C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5</Pages>
  <Words>1898</Words>
  <Characters>10825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2</cp:revision>
  <dcterms:created xsi:type="dcterms:W3CDTF">2023-11-09T13:21:00Z</dcterms:created>
  <dcterms:modified xsi:type="dcterms:W3CDTF">2023-11-10T19:11:00Z</dcterms:modified>
</cp:coreProperties>
</file>